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3021B6D8" w:rsidR="00A301E0" w:rsidRPr="00536741" w:rsidRDefault="006278BA" w:rsidP="00536741">
            <w:pPr>
              <w:pStyle w:val="SISSCODE"/>
            </w:pPr>
            <w:r>
              <w:t>S</w:t>
            </w:r>
            <w:r w:rsidR="00740346">
              <w:t>F</w:t>
            </w:r>
            <w:r>
              <w:t>I</w:t>
            </w:r>
            <w:r w:rsidR="00740346">
              <w:t>SS</w:t>
            </w:r>
            <w:bookmarkStart w:id="0" w:name="_GoBack"/>
            <w:bookmarkEnd w:id="0"/>
            <w:r w:rsidR="00866F8E">
              <w:t>XXX</w:t>
            </w:r>
            <w:r w:rsidR="00740346">
              <w:t>14</w:t>
            </w:r>
          </w:p>
        </w:tc>
        <w:tc>
          <w:tcPr>
            <w:tcW w:w="3604" w:type="pct"/>
            <w:shd w:val="clear" w:color="auto" w:fill="auto"/>
          </w:tcPr>
          <w:p w14:paraId="60DDD117" w14:textId="37211D9B" w:rsidR="00A301E0" w:rsidRPr="00536741" w:rsidRDefault="006278BA" w:rsidP="00536741">
            <w:pPr>
              <w:pStyle w:val="SISStitle"/>
            </w:pPr>
            <w:r>
              <w:t>Crocodiles</w:t>
            </w:r>
            <w:r w:rsidR="00317E81">
              <w:t xml:space="preserve"> Egg Harvesting with Traditional Landowners</w:t>
            </w:r>
            <w:r>
              <w:t xml:space="preserve"> 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0FE7490A" w14:textId="63B0014F" w:rsidR="00536741" w:rsidRDefault="00536741" w:rsidP="00993C2D">
            <w:pPr>
              <w:pStyle w:val="SIText"/>
            </w:pP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323131DF" w14:textId="7A9D8CE6" w:rsidR="004B2DF5" w:rsidRDefault="00DB557A" w:rsidP="00993C2D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317E81">
              <w:t xml:space="preserve">work with Australian traditional landowners harvesting crocodile eggs in the wild. </w:t>
            </w:r>
            <w:r w:rsidR="00993C2D" w:rsidRPr="00993C2D">
              <w:t xml:space="preserve">This version released with SFI Training Package Version </w:t>
            </w:r>
            <w:proofErr w:type="gramStart"/>
            <w:r w:rsidR="00866F8E">
              <w:t>2</w:t>
            </w:r>
            <w:r w:rsidR="00993C2D" w:rsidRPr="00993C2D">
              <w:t>.0</w:t>
            </w:r>
            <w:r w:rsidR="00993C2D">
              <w:t xml:space="preserve"> </w:t>
            </w:r>
            <w:r w:rsidR="00993C2D" w:rsidRPr="00993C2D">
              <w:t>?</w:t>
            </w:r>
            <w:proofErr w:type="gramEnd"/>
            <w:r w:rsidR="00993C2D" w:rsidRPr="00993C2D">
              <w:t xml:space="preserve">. </w:t>
            </w:r>
          </w:p>
          <w:p w14:paraId="1E2654CE" w14:textId="77777777" w:rsidR="004B2DF5" w:rsidRDefault="004B2DF5" w:rsidP="00993C2D">
            <w:pPr>
              <w:pStyle w:val="SIText"/>
            </w:pP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0E333D2" w14:textId="62A135A7" w:rsidR="004B2DF5" w:rsidRDefault="00890663" w:rsidP="00536741">
            <w:pPr>
              <w:pStyle w:val="SIText"/>
            </w:pPr>
            <w:r>
              <w:t xml:space="preserve">These units of competency </w:t>
            </w:r>
            <w:r w:rsidR="00317E81">
              <w:t xml:space="preserve">build on skills and knowledge attained in </w:t>
            </w:r>
            <w:r w:rsidR="004B2DF5">
              <w:t>SFIXXX20 Certificate II in Crocodile Care.</w:t>
            </w:r>
          </w:p>
          <w:p w14:paraId="2DB534CB" w14:textId="33CFEF0A" w:rsidR="00A301E0" w:rsidRPr="00536741" w:rsidRDefault="00A301E0" w:rsidP="004B2DF5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7A7A9BFB" w14:textId="0661E0AA" w:rsidR="00DB557A" w:rsidRPr="00536741" w:rsidRDefault="00866F8E" w:rsidP="00536741">
            <w:pPr>
              <w:pStyle w:val="SIBulletList1"/>
            </w:pPr>
            <w:r>
              <w:t>SFICRO</w:t>
            </w:r>
            <w:r w:rsidR="00DE62FF">
              <w:t>4</w:t>
            </w:r>
            <w:r>
              <w:t>X</w:t>
            </w:r>
            <w:r w:rsidR="00DE62FF">
              <w:t>3</w:t>
            </w:r>
            <w:r>
              <w:t xml:space="preserve"> </w:t>
            </w:r>
            <w:r w:rsidR="00DE62FF">
              <w:t>Harvest crocodile eggs from the wild</w:t>
            </w:r>
          </w:p>
          <w:p w14:paraId="5C2BB9E0" w14:textId="370E38F8" w:rsidR="00DE62FF" w:rsidRDefault="00DE62FF" w:rsidP="00536741">
            <w:pPr>
              <w:pStyle w:val="SIBulletList1"/>
            </w:pPr>
            <w:r>
              <w:t xml:space="preserve">HLTAHW001 Work with Aboriginal and/or Torres Strait Islander clients and communities </w:t>
            </w:r>
          </w:p>
          <w:p w14:paraId="4CBEE9B0" w14:textId="1BBE5B60" w:rsidR="00DB557A" w:rsidRPr="00536741" w:rsidRDefault="00DE62FF" w:rsidP="00536741">
            <w:pPr>
              <w:pStyle w:val="SIBulletList1"/>
            </w:pPr>
            <w:r>
              <w:t xml:space="preserve">HLTAID003 Provide First aid </w:t>
            </w:r>
          </w:p>
          <w:p w14:paraId="5317E85E" w14:textId="75636824" w:rsidR="00DB557A" w:rsidRPr="00536741" w:rsidRDefault="00DE62FF" w:rsidP="00536741">
            <w:pPr>
              <w:pStyle w:val="SIBulletList1"/>
            </w:pPr>
            <w:r>
              <w:t>BSBFLM312 Contribute to team effectiveness</w:t>
            </w:r>
          </w:p>
          <w:p w14:paraId="573A3969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4005EA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43D16716" w:rsidR="0016138C" w:rsidRPr="00536741" w:rsidRDefault="008E3345" w:rsidP="008E3345">
            <w:pPr>
              <w:pStyle w:val="SIText"/>
            </w:pPr>
            <w:r>
              <w:t xml:space="preserve">This skill set is for individuals who have experience in working in crocodile waterways. 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7B5761AC" w14:textId="1A5A39DC" w:rsidR="008E3345" w:rsidRPr="008E3345" w:rsidRDefault="008E3345" w:rsidP="008E3345">
            <w:pPr>
              <w:pStyle w:val="SIText"/>
            </w:pPr>
            <w:r w:rsidRPr="008E3345">
              <w:t>These units of competency from SFI Seafood Industry</w:t>
            </w:r>
            <w:r w:rsidR="007655A9">
              <w:t xml:space="preserve"> Training Package</w:t>
            </w:r>
            <w:r w:rsidRPr="008E3345">
              <w:t>, the HLT Heath Training Package and the BSB Business Services Training Package meet the industry requirements for working with crocodiles in the wild.</w:t>
            </w:r>
          </w:p>
          <w:p w14:paraId="72C8ADFF" w14:textId="77777777" w:rsidR="00DB557A" w:rsidRPr="00536741" w:rsidRDefault="00DB557A" w:rsidP="004B2DF5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CFCBA" w14:textId="77777777" w:rsidR="00335AF4" w:rsidRDefault="00335AF4" w:rsidP="00BF3F0A">
      <w:r>
        <w:separator/>
      </w:r>
    </w:p>
    <w:p w14:paraId="48A84170" w14:textId="77777777" w:rsidR="00335AF4" w:rsidRDefault="00335AF4"/>
  </w:endnote>
  <w:endnote w:type="continuationSeparator" w:id="0">
    <w:p w14:paraId="1EF4A51D" w14:textId="77777777" w:rsidR="00335AF4" w:rsidRDefault="00335AF4" w:rsidP="00BF3F0A">
      <w:r>
        <w:continuationSeparator/>
      </w:r>
    </w:p>
    <w:p w14:paraId="2A6F03E8" w14:textId="77777777" w:rsidR="00335AF4" w:rsidRDefault="00335A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9EEB7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B0C98" w14:textId="77777777" w:rsidR="00335AF4" w:rsidRDefault="00335AF4" w:rsidP="00BF3F0A">
      <w:r>
        <w:separator/>
      </w:r>
    </w:p>
    <w:p w14:paraId="0E8EE4B6" w14:textId="77777777" w:rsidR="00335AF4" w:rsidRDefault="00335AF4"/>
  </w:footnote>
  <w:footnote w:type="continuationSeparator" w:id="0">
    <w:p w14:paraId="6EB9F08D" w14:textId="77777777" w:rsidR="00335AF4" w:rsidRDefault="00335AF4" w:rsidP="00BF3F0A">
      <w:r>
        <w:continuationSeparator/>
      </w:r>
    </w:p>
    <w:p w14:paraId="6E4E4236" w14:textId="77777777" w:rsidR="00335AF4" w:rsidRDefault="00335A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529C" w14:textId="019FD139" w:rsidR="009C2650" w:rsidRDefault="00866F8E">
    <w:r w:rsidRPr="00866F8E">
      <w:t>S</w:t>
    </w:r>
    <w:r w:rsidR="00740346">
      <w:t>F</w:t>
    </w:r>
    <w:r w:rsidRPr="00866F8E">
      <w:t>I</w:t>
    </w:r>
    <w:r w:rsidR="00740346">
      <w:t>SS</w:t>
    </w:r>
    <w:r>
      <w:t>XXX</w:t>
    </w:r>
    <w:r w:rsidR="00740346">
      <w:t>14</w:t>
    </w:r>
    <w:r w:rsidRPr="00866F8E">
      <w:t xml:space="preserve"> </w:t>
    </w:r>
    <w:r w:rsidR="008E3345" w:rsidRPr="008E3345">
      <w:t>Crocodiles Egg Harvesting with Traditional Landowners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7E81"/>
    <w:rsid w:val="003315E1"/>
    <w:rsid w:val="00335AF4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78B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346"/>
    <w:rsid w:val="007404E9"/>
    <w:rsid w:val="007444CF"/>
    <w:rsid w:val="0076523B"/>
    <w:rsid w:val="007655A9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83C6C"/>
    <w:rsid w:val="00886790"/>
    <w:rsid w:val="00890663"/>
    <w:rsid w:val="008908DE"/>
    <w:rsid w:val="00894FBB"/>
    <w:rsid w:val="008A12ED"/>
    <w:rsid w:val="008B2C77"/>
    <w:rsid w:val="008B4AD2"/>
    <w:rsid w:val="008B5880"/>
    <w:rsid w:val="008E334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43C"/>
    <w:rsid w:val="0098725E"/>
    <w:rsid w:val="00993C2D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62FF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724563E94584E8BBDA274F80C8ABF" ma:contentTypeVersion="" ma:contentTypeDescription="Create a new document." ma:contentTypeScope="" ma:versionID="6680bccebcc319e6cf4a95cf78b8d85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54921e-ee0f-49d3-9073-a54df1d0eb34" targetNamespace="http://schemas.microsoft.com/office/2006/metadata/properties" ma:root="true" ma:fieldsID="a9053671b91f341b0c0ef39c134eb0eb" ns1:_="" ns2:_="" ns3:_="">
    <xsd:import namespace="http://schemas.microsoft.com/sharepoint/v3"/>
    <xsd:import namespace="d50bbff7-d6dd-47d2-864a-cfdc2c3db0f4"/>
    <xsd:import namespace="2d54921e-ee0f-49d3-9073-a54df1d0e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4921e-ee0f-49d3-9073-a54df1d0e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2d54921e-ee0f-49d3-9073-a54df1d0eb34"/>
    <ds:schemaRef ds:uri="http://purl.org/dc/terms/"/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75AD24-EC07-48CE-B9E3-AF1A1F5C82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54921e-ee0f-49d3-9073-a54df1d0e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D276A6-C846-4B57-B893-822E62AA6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Elvie Arugay</cp:lastModifiedBy>
  <cp:revision>4</cp:revision>
  <cp:lastPrinted>2016-05-27T05:21:00Z</cp:lastPrinted>
  <dcterms:created xsi:type="dcterms:W3CDTF">2020-01-24T07:17:00Z</dcterms:created>
  <dcterms:modified xsi:type="dcterms:W3CDTF">2020-02-03T03:16:00Z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0x0101009A6724563E94584E8BBDA274F80C8ABF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